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363" w:type="pct"/>
        <w:tblInd w:w="-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  <w:tblDescription w:val="Reading log layout table"/>
      </w:tblPr>
      <w:tblGrid>
        <w:gridCol w:w="5369"/>
        <w:gridCol w:w="5520"/>
      </w:tblGrid>
      <w:tr w:rsidR="006E0A3F" w:rsidRPr="00C6523B" w14:paraId="499E1FA9" w14:textId="77777777" w:rsidTr="00003C7A">
        <w:trPr>
          <w:trHeight w:val="1872"/>
        </w:trPr>
        <w:tc>
          <w:tcPr>
            <w:tcW w:w="5369" w:type="dxa"/>
            <w:tcBorders>
              <w:top w:val="single" w:sz="18" w:space="0" w:color="21807D" w:themeColor="accent2"/>
              <w:left w:val="single" w:sz="18" w:space="0" w:color="21807D" w:themeColor="accent2"/>
              <w:bottom w:val="single" w:sz="18" w:space="0" w:color="21807D" w:themeColor="accent2"/>
            </w:tcBorders>
            <w:shd w:val="clear" w:color="auto" w:fill="auto"/>
            <w:tcMar>
              <w:bottom w:w="0" w:type="dxa"/>
            </w:tcMar>
          </w:tcPr>
          <w:p w14:paraId="19B95E23" w14:textId="166E0056" w:rsidR="006E0A3F" w:rsidRPr="004839FF" w:rsidRDefault="0089743C" w:rsidP="001E1A76">
            <w:pPr>
              <w:pStyle w:val="Title"/>
              <w:rPr>
                <w:rFonts w:eastAsia="Segoe UI"/>
              </w:rPr>
            </w:pPr>
            <w:r w:rsidRPr="0089743C">
              <w:rPr>
                <w:color w:val="2E621E" w:themeColor="accent3" w:themeShade="BF"/>
              </w:rPr>
              <w:t>HAWS</w:t>
            </w:r>
            <w:r w:rsidR="006E0A3F" w:rsidRPr="0089743C">
              <w:rPr>
                <w:color w:val="2E621E" w:themeColor="accent3" w:themeShade="BF"/>
              </w:rPr>
              <w:br/>
            </w:r>
            <w:r w:rsidRPr="0089743C">
              <w:rPr>
                <w:rFonts w:eastAsia="Segoe UI"/>
                <w:color w:val="2E621E" w:themeColor="accent3" w:themeShade="BF"/>
              </w:rPr>
              <w:t>Cat Enrichment Log</w:t>
            </w:r>
            <w:r w:rsidR="00003C7A">
              <w:rPr>
                <w:rFonts w:eastAsia="Segoe UI"/>
                <w:color w:val="2E621E" w:themeColor="accent3" w:themeShade="BF"/>
              </w:rPr>
              <w:t xml:space="preserve"> </w:t>
            </w:r>
          </w:p>
        </w:tc>
        <w:tc>
          <w:tcPr>
            <w:tcW w:w="5521" w:type="dxa"/>
            <w:tcBorders>
              <w:top w:val="single" w:sz="18" w:space="0" w:color="21807D" w:themeColor="accent2"/>
              <w:bottom w:val="single" w:sz="18" w:space="0" w:color="21807D" w:themeColor="accent2"/>
              <w:right w:val="single" w:sz="18" w:space="0" w:color="21807D" w:themeColor="accent2"/>
            </w:tcBorders>
            <w:shd w:val="clear" w:color="auto" w:fill="auto"/>
            <w:tcMar>
              <w:bottom w:w="0" w:type="dxa"/>
            </w:tcMar>
            <w:vAlign w:val="bottom"/>
          </w:tcPr>
          <w:p w14:paraId="775D193D" w14:textId="18556340" w:rsidR="006E0A3F" w:rsidRPr="004839FF" w:rsidRDefault="0089743C" w:rsidP="006E0A3F">
            <w:pPr>
              <w:pStyle w:val="Title"/>
              <w:spacing w:after="0" w:line="192" w:lineRule="auto"/>
              <w:ind w:right="618"/>
              <w:contextualSpacing w:val="0"/>
              <w:jc w:val="right"/>
              <w:rPr>
                <w:rFonts w:eastAsia="Segoe UI"/>
              </w:rPr>
            </w:pPr>
            <w:r>
              <w:rPr>
                <w:rFonts w:eastAsia="Segoe UI"/>
                <w:noProof/>
              </w:rPr>
              <w:drawing>
                <wp:anchor distT="0" distB="0" distL="114300" distR="114300" simplePos="0" relativeHeight="251658240" behindDoc="0" locked="0" layoutInCell="1" allowOverlap="1" wp14:anchorId="1ECD5882" wp14:editId="5EC462EA">
                  <wp:simplePos x="0" y="0"/>
                  <wp:positionH relativeFrom="column">
                    <wp:posOffset>1743710</wp:posOffset>
                  </wp:positionH>
                  <wp:positionV relativeFrom="paragraph">
                    <wp:posOffset>-6350</wp:posOffset>
                  </wp:positionV>
                  <wp:extent cx="1494790" cy="1352550"/>
                  <wp:effectExtent l="0" t="0" r="0" b="0"/>
                  <wp:wrapSquare wrapText="bothSides"/>
                  <wp:docPr id="62112449" name="Picture 1" descr="A cat with a cat's tai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112449" name="Picture 1" descr="A cat with a cat's tail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74" t="18852" r="15574" b="18852"/>
                          <a:stretch/>
                        </pic:blipFill>
                        <pic:spPr bwMode="auto">
                          <a:xfrm>
                            <a:off x="0" y="0"/>
                            <a:ext cx="1494790" cy="1352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E0A3F" w14:paraId="1B7C8CDF" w14:textId="77777777" w:rsidTr="00003C7A">
        <w:trPr>
          <w:trHeight w:val="113"/>
        </w:trPr>
        <w:tc>
          <w:tcPr>
            <w:tcW w:w="5369" w:type="dxa"/>
            <w:tcBorders>
              <w:top w:val="single" w:sz="18" w:space="0" w:color="21807D" w:themeColor="accent2"/>
              <w:left w:val="single" w:sz="18" w:space="0" w:color="21807D" w:themeColor="accent2"/>
              <w:bottom w:val="single" w:sz="18" w:space="0" w:color="21807D" w:themeColor="accent2"/>
            </w:tcBorders>
            <w:vAlign w:val="center"/>
          </w:tcPr>
          <w:p w14:paraId="523182D1" w14:textId="77777777" w:rsidR="006E0A3F" w:rsidRPr="00CB6656" w:rsidRDefault="006E0A3F" w:rsidP="00CB6656">
            <w:pPr>
              <w:pStyle w:val="NoSpacing"/>
            </w:pPr>
          </w:p>
        </w:tc>
        <w:tc>
          <w:tcPr>
            <w:tcW w:w="5521" w:type="dxa"/>
            <w:tcBorders>
              <w:top w:val="single" w:sz="18" w:space="0" w:color="21807D" w:themeColor="accent2"/>
              <w:bottom w:val="single" w:sz="18" w:space="0" w:color="21807D" w:themeColor="accent2"/>
              <w:right w:val="single" w:sz="18" w:space="0" w:color="21807D" w:themeColor="accent2"/>
            </w:tcBorders>
            <w:vAlign w:val="center"/>
          </w:tcPr>
          <w:p w14:paraId="50745F65" w14:textId="77777777" w:rsidR="006E0A3F" w:rsidRPr="00CB6656" w:rsidRDefault="006E0A3F" w:rsidP="00CB6656">
            <w:pPr>
              <w:pStyle w:val="NoSpacing"/>
            </w:pPr>
          </w:p>
        </w:tc>
      </w:tr>
    </w:tbl>
    <w:p w14:paraId="1434FF10" w14:textId="77777777" w:rsidR="006E0A3F" w:rsidRPr="006E0A3F" w:rsidRDefault="006E0A3F">
      <w:pPr>
        <w:rPr>
          <w:sz w:val="2"/>
          <w:szCs w:val="2"/>
        </w:rPr>
      </w:pPr>
    </w:p>
    <w:tbl>
      <w:tblPr>
        <w:tblStyle w:val="TableGrid"/>
        <w:tblW w:w="5352" w:type="pct"/>
        <w:tblInd w:w="-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  <w:tblDescription w:val="Reading log layout table"/>
      </w:tblPr>
      <w:tblGrid>
        <w:gridCol w:w="2033"/>
        <w:gridCol w:w="458"/>
        <w:gridCol w:w="989"/>
        <w:gridCol w:w="586"/>
        <w:gridCol w:w="1031"/>
        <w:gridCol w:w="1004"/>
        <w:gridCol w:w="165"/>
        <w:gridCol w:w="1870"/>
        <w:gridCol w:w="2035"/>
        <w:gridCol w:w="696"/>
      </w:tblGrid>
      <w:tr w:rsidR="00C27445" w14:paraId="38B277E4" w14:textId="77777777" w:rsidTr="00003C7A">
        <w:trPr>
          <w:trHeight w:val="699"/>
        </w:trPr>
        <w:tc>
          <w:tcPr>
            <w:tcW w:w="2491" w:type="dxa"/>
            <w:gridSpan w:val="2"/>
            <w:tcBorders>
              <w:top w:val="single" w:sz="18" w:space="0" w:color="21807D" w:themeColor="accent2"/>
              <w:left w:val="single" w:sz="18" w:space="0" w:color="21807D" w:themeColor="accent2"/>
              <w:right w:val="single" w:sz="2" w:space="0" w:color="FFFFFF" w:themeColor="background1"/>
            </w:tcBorders>
            <w:shd w:val="clear" w:color="auto" w:fill="2E621E" w:themeFill="accent3" w:themeFillShade="BF"/>
            <w:vAlign w:val="center"/>
          </w:tcPr>
          <w:p w14:paraId="5029B731" w14:textId="050C6CEF" w:rsidR="0089743C" w:rsidRPr="001E1A76" w:rsidRDefault="0089743C" w:rsidP="001E1A76">
            <w:pPr>
              <w:pStyle w:val="Heading1"/>
            </w:pPr>
            <w:r>
              <w:t>Enrichment</w:t>
            </w:r>
          </w:p>
        </w:tc>
        <w:tc>
          <w:tcPr>
            <w:tcW w:w="989" w:type="dxa"/>
            <w:tcBorders>
              <w:top w:val="single" w:sz="18" w:space="0" w:color="21807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2E621E" w:themeFill="accent3" w:themeFillShade="BF"/>
            <w:vAlign w:val="center"/>
          </w:tcPr>
          <w:p w14:paraId="6B65BD59" w14:textId="3D3D32E9" w:rsidR="0089743C" w:rsidRPr="001E1A76" w:rsidRDefault="0089743C" w:rsidP="001E1A76">
            <w:pPr>
              <w:pStyle w:val="Heading1"/>
            </w:pPr>
            <w:r>
              <w:t>Date</w:t>
            </w:r>
          </w:p>
        </w:tc>
        <w:tc>
          <w:tcPr>
            <w:tcW w:w="1617" w:type="dxa"/>
            <w:gridSpan w:val="2"/>
            <w:tcBorders>
              <w:top w:val="single" w:sz="18" w:space="0" w:color="21807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2E621E" w:themeFill="accent3" w:themeFillShade="BF"/>
          </w:tcPr>
          <w:p w14:paraId="13F8085D" w14:textId="38A9995C" w:rsidR="0089743C" w:rsidRDefault="0089743C" w:rsidP="001E1A76">
            <w:pPr>
              <w:pStyle w:val="Heading1"/>
            </w:pPr>
            <w:r>
              <w:t>Cat Name or Area</w:t>
            </w:r>
          </w:p>
        </w:tc>
        <w:tc>
          <w:tcPr>
            <w:tcW w:w="1169" w:type="dxa"/>
            <w:gridSpan w:val="2"/>
            <w:tcBorders>
              <w:top w:val="single" w:sz="18" w:space="0" w:color="21807D" w:themeColor="accent2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2E621E" w:themeFill="accent3" w:themeFillShade="BF"/>
            <w:vAlign w:val="center"/>
          </w:tcPr>
          <w:p w14:paraId="3B0E1DB6" w14:textId="7D9296DB" w:rsidR="0089743C" w:rsidRDefault="00AF3B2F" w:rsidP="001E1A76">
            <w:pPr>
              <w:pStyle w:val="Heading1"/>
            </w:pPr>
            <w:r>
              <w:t>Enjoyed</w:t>
            </w:r>
            <w:r w:rsidR="0089743C">
              <w:t>/</w:t>
            </w:r>
          </w:p>
          <w:p w14:paraId="391DE469" w14:textId="5F542B4D" w:rsidR="0089743C" w:rsidRPr="001E1A76" w:rsidRDefault="0089743C" w:rsidP="001E1A76">
            <w:pPr>
              <w:pStyle w:val="Heading1"/>
            </w:pPr>
            <w:r>
              <w:t>Disliked</w:t>
            </w:r>
          </w:p>
        </w:tc>
        <w:tc>
          <w:tcPr>
            <w:tcW w:w="4601" w:type="dxa"/>
            <w:gridSpan w:val="3"/>
            <w:tcBorders>
              <w:top w:val="single" w:sz="18" w:space="0" w:color="21807D" w:themeColor="accent2"/>
              <w:left w:val="single" w:sz="2" w:space="0" w:color="FFFFFF" w:themeColor="background1"/>
              <w:right w:val="single" w:sz="18" w:space="0" w:color="21807D" w:themeColor="accent2"/>
            </w:tcBorders>
            <w:shd w:val="clear" w:color="auto" w:fill="2E621E" w:themeFill="accent3" w:themeFillShade="BF"/>
            <w:vAlign w:val="center"/>
          </w:tcPr>
          <w:p w14:paraId="4AD06B55" w14:textId="50EC0B07" w:rsidR="0089743C" w:rsidRPr="001E1A76" w:rsidRDefault="0089743C" w:rsidP="001E1A76">
            <w:pPr>
              <w:pStyle w:val="Heading1"/>
            </w:pPr>
            <w:r>
              <w:t>Notes</w:t>
            </w:r>
          </w:p>
        </w:tc>
      </w:tr>
      <w:tr w:rsidR="0089743C" w:rsidRPr="004839FF" w14:paraId="57ABA4A2" w14:textId="77777777" w:rsidTr="00003C7A">
        <w:trPr>
          <w:trHeight w:val="854"/>
        </w:trPr>
        <w:tc>
          <w:tcPr>
            <w:tcW w:w="2491" w:type="dxa"/>
            <w:gridSpan w:val="2"/>
            <w:tcBorders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47B9FA55" w14:textId="02553C89" w:rsidR="0089743C" w:rsidRDefault="0089743C" w:rsidP="00003C7A">
            <w:pPr>
              <w:pStyle w:val="ListNumber"/>
            </w:pPr>
          </w:p>
          <w:p w14:paraId="31AE41C4" w14:textId="570F229E" w:rsidR="00AF3B2F" w:rsidRPr="008424EB" w:rsidRDefault="00AF3B2F" w:rsidP="00AF3B2F">
            <w:pPr>
              <w:pStyle w:val="ListNumber"/>
              <w:numPr>
                <w:ilvl w:val="0"/>
                <w:numId w:val="0"/>
              </w:numPr>
              <w:ind w:left="360"/>
            </w:pPr>
          </w:p>
        </w:tc>
        <w:tc>
          <w:tcPr>
            <w:tcW w:w="989" w:type="dxa"/>
            <w:tcBorders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51DD12D" w14:textId="2418AAE6" w:rsidR="0089743C" w:rsidRDefault="0089743C" w:rsidP="00032177"/>
        </w:tc>
        <w:tc>
          <w:tcPr>
            <w:tcW w:w="1617" w:type="dxa"/>
            <w:gridSpan w:val="2"/>
            <w:tcBorders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D4B879D" w14:textId="6699F5F9" w:rsidR="0089743C" w:rsidRDefault="0089743C" w:rsidP="00032177"/>
        </w:tc>
        <w:tc>
          <w:tcPr>
            <w:tcW w:w="1169" w:type="dxa"/>
            <w:gridSpan w:val="2"/>
            <w:tcBorders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3EE5E12" w14:textId="16D6532C" w:rsidR="0089743C" w:rsidRDefault="0089743C" w:rsidP="00032177"/>
        </w:tc>
        <w:tc>
          <w:tcPr>
            <w:tcW w:w="4601" w:type="dxa"/>
            <w:gridSpan w:val="3"/>
            <w:tcBorders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4A9BD79E" w14:textId="144ADB93" w:rsidR="0089743C" w:rsidRDefault="0089743C" w:rsidP="00032177"/>
        </w:tc>
      </w:tr>
      <w:tr w:rsidR="0089743C" w14:paraId="4FEABA60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ED7CBB1" w14:textId="1202B5AC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7AE3444" w14:textId="4EB92285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8E54A52" w14:textId="3B7E4E23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118155B" w14:textId="37417E60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33F8192E" w14:textId="375D6079" w:rsidR="0089743C" w:rsidRDefault="0089743C" w:rsidP="00032177"/>
        </w:tc>
      </w:tr>
      <w:tr w:rsidR="0089743C" w14:paraId="4C01F3DE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7AFCC558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4E2BC451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D184A00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017414E" w14:textId="3F6126BF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1730F3B4" w14:textId="77777777" w:rsidR="0089743C" w:rsidRDefault="0089743C" w:rsidP="00032177"/>
        </w:tc>
      </w:tr>
      <w:tr w:rsidR="0089743C" w14:paraId="23C678C7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1F56AFB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3F15CC97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40ED995E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4256998B" w14:textId="77DBA8F4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0F4D4E6E" w14:textId="77777777" w:rsidR="0089743C" w:rsidRDefault="0089743C" w:rsidP="00032177"/>
        </w:tc>
      </w:tr>
      <w:tr w:rsidR="0089743C" w14:paraId="1CC47260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10142138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F4B1A49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7F53AB71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F3C6485" w14:textId="76218762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3AE921DA" w14:textId="77777777" w:rsidR="0089743C" w:rsidRDefault="0089743C" w:rsidP="00032177"/>
        </w:tc>
      </w:tr>
      <w:tr w:rsidR="0089743C" w14:paraId="5E6853E4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37649FF9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A59D7CB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36D142D9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53B85366" w14:textId="47E4FD2B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616442EC" w14:textId="77777777" w:rsidR="0089743C" w:rsidRDefault="0089743C" w:rsidP="00032177"/>
        </w:tc>
      </w:tr>
      <w:tr w:rsidR="0089743C" w14:paraId="5417813E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63672AD7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7E37238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7AAB4687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3BA18857" w14:textId="14FE4BB6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3EF83BB6" w14:textId="77777777" w:rsidR="0089743C" w:rsidRDefault="0089743C" w:rsidP="00032177"/>
        </w:tc>
      </w:tr>
      <w:tr w:rsidR="0089743C" w14:paraId="229365F2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4C61658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5E53FA3F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5F9D23E1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56B41947" w14:textId="17BD98D7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563AA331" w14:textId="77777777" w:rsidR="0089743C" w:rsidRDefault="0089743C" w:rsidP="00032177"/>
        </w:tc>
      </w:tr>
      <w:tr w:rsidR="0089743C" w14:paraId="35C2DC34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0BBAB1E9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1447E594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19BF256D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8" w:space="0" w:color="21807D" w:themeColor="accent2"/>
            </w:tcBorders>
          </w:tcPr>
          <w:p w14:paraId="253F1F81" w14:textId="2A765C49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8" w:space="0" w:color="21807D" w:themeColor="accent2"/>
              <w:right w:val="single" w:sz="18" w:space="0" w:color="21807D" w:themeColor="accent2"/>
            </w:tcBorders>
          </w:tcPr>
          <w:p w14:paraId="01A86F4F" w14:textId="77777777" w:rsidR="0089743C" w:rsidRDefault="0089743C" w:rsidP="00032177"/>
        </w:tc>
      </w:tr>
      <w:tr w:rsidR="0089743C" w14:paraId="4A304CE7" w14:textId="77777777" w:rsidTr="00003C7A">
        <w:trPr>
          <w:trHeight w:val="854"/>
        </w:trPr>
        <w:tc>
          <w:tcPr>
            <w:tcW w:w="2491" w:type="dxa"/>
            <w:gridSpan w:val="2"/>
            <w:tcBorders>
              <w:top w:val="single" w:sz="8" w:space="0" w:color="21807D" w:themeColor="accent2"/>
              <w:left w:val="single" w:sz="18" w:space="0" w:color="21807D" w:themeColor="accent2"/>
              <w:bottom w:val="single" w:sz="18" w:space="0" w:color="21807D" w:themeColor="accent2"/>
              <w:right w:val="single" w:sz="8" w:space="0" w:color="21807D" w:themeColor="accent2"/>
            </w:tcBorders>
          </w:tcPr>
          <w:p w14:paraId="0F867AB5" w14:textId="77777777" w:rsidR="0089743C" w:rsidRDefault="0089743C" w:rsidP="008C0AE1">
            <w:pPr>
              <w:pStyle w:val="ListNumber"/>
            </w:pPr>
          </w:p>
        </w:tc>
        <w:tc>
          <w:tcPr>
            <w:tcW w:w="989" w:type="dxa"/>
            <w:tcBorders>
              <w:top w:val="single" w:sz="8" w:space="0" w:color="21807D" w:themeColor="accent2"/>
              <w:left w:val="single" w:sz="8" w:space="0" w:color="21807D" w:themeColor="accent2"/>
              <w:bottom w:val="single" w:sz="18" w:space="0" w:color="21807D" w:themeColor="accent2"/>
              <w:right w:val="single" w:sz="8" w:space="0" w:color="21807D" w:themeColor="accent2"/>
            </w:tcBorders>
          </w:tcPr>
          <w:p w14:paraId="351E1918" w14:textId="77777777" w:rsidR="0089743C" w:rsidRDefault="0089743C" w:rsidP="00032177"/>
        </w:tc>
        <w:tc>
          <w:tcPr>
            <w:tcW w:w="1617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18" w:space="0" w:color="21807D" w:themeColor="accent2"/>
              <w:right w:val="single" w:sz="8" w:space="0" w:color="21807D" w:themeColor="accent2"/>
            </w:tcBorders>
          </w:tcPr>
          <w:p w14:paraId="3892ABD2" w14:textId="77777777" w:rsidR="0089743C" w:rsidRDefault="0089743C" w:rsidP="00032177"/>
        </w:tc>
        <w:tc>
          <w:tcPr>
            <w:tcW w:w="1169" w:type="dxa"/>
            <w:gridSpan w:val="2"/>
            <w:tcBorders>
              <w:top w:val="single" w:sz="8" w:space="0" w:color="21807D" w:themeColor="accent2"/>
              <w:left w:val="single" w:sz="8" w:space="0" w:color="21807D" w:themeColor="accent2"/>
              <w:bottom w:val="single" w:sz="18" w:space="0" w:color="21807D" w:themeColor="accent2"/>
              <w:right w:val="single" w:sz="8" w:space="0" w:color="21807D" w:themeColor="accent2"/>
            </w:tcBorders>
          </w:tcPr>
          <w:p w14:paraId="5EB56F0E" w14:textId="550B9652" w:rsidR="0089743C" w:rsidRDefault="0089743C" w:rsidP="00032177"/>
        </w:tc>
        <w:tc>
          <w:tcPr>
            <w:tcW w:w="4601" w:type="dxa"/>
            <w:gridSpan w:val="3"/>
            <w:tcBorders>
              <w:top w:val="single" w:sz="8" w:space="0" w:color="21807D" w:themeColor="accent2"/>
              <w:left w:val="single" w:sz="8" w:space="0" w:color="21807D" w:themeColor="accent2"/>
              <w:bottom w:val="single" w:sz="18" w:space="0" w:color="21807D" w:themeColor="accent2"/>
              <w:right w:val="single" w:sz="18" w:space="0" w:color="21807D" w:themeColor="accent2"/>
            </w:tcBorders>
          </w:tcPr>
          <w:p w14:paraId="717254E8" w14:textId="77777777" w:rsidR="0089743C" w:rsidRDefault="0089743C" w:rsidP="00032177"/>
        </w:tc>
      </w:tr>
      <w:tr w:rsidR="00C27445" w14:paraId="29D8B456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10"/>
        </w:trPr>
        <w:tc>
          <w:tcPr>
            <w:tcW w:w="2033" w:type="dxa"/>
          </w:tcPr>
          <w:p w14:paraId="6AB4E7D8" w14:textId="77777777" w:rsidR="00C27445" w:rsidRDefault="00C27445" w:rsidP="00C27445"/>
        </w:tc>
        <w:tc>
          <w:tcPr>
            <w:tcW w:w="2033" w:type="dxa"/>
            <w:gridSpan w:val="3"/>
          </w:tcPr>
          <w:p w14:paraId="392F4A1F" w14:textId="77777777" w:rsidR="00C27445" w:rsidRDefault="00C27445" w:rsidP="00C27445"/>
        </w:tc>
        <w:tc>
          <w:tcPr>
            <w:tcW w:w="2035" w:type="dxa"/>
            <w:gridSpan w:val="2"/>
          </w:tcPr>
          <w:p w14:paraId="663B5C61" w14:textId="77777777" w:rsidR="00C27445" w:rsidRDefault="00C27445" w:rsidP="00C27445"/>
        </w:tc>
        <w:tc>
          <w:tcPr>
            <w:tcW w:w="2035" w:type="dxa"/>
            <w:gridSpan w:val="2"/>
          </w:tcPr>
          <w:p w14:paraId="0E53DC45" w14:textId="77777777" w:rsidR="00C27445" w:rsidRDefault="00C27445" w:rsidP="00C27445"/>
        </w:tc>
        <w:tc>
          <w:tcPr>
            <w:tcW w:w="2035" w:type="dxa"/>
          </w:tcPr>
          <w:p w14:paraId="4235ED2D" w14:textId="77777777" w:rsidR="00C27445" w:rsidRDefault="00C27445" w:rsidP="00C27445"/>
        </w:tc>
      </w:tr>
      <w:tr w:rsidR="00C27445" w14:paraId="54972C9F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238"/>
        </w:trPr>
        <w:tc>
          <w:tcPr>
            <w:tcW w:w="2033" w:type="dxa"/>
          </w:tcPr>
          <w:p w14:paraId="798B0AAD" w14:textId="77777777" w:rsidR="00C27445" w:rsidRDefault="00C27445" w:rsidP="00C27445"/>
        </w:tc>
        <w:tc>
          <w:tcPr>
            <w:tcW w:w="2033" w:type="dxa"/>
            <w:gridSpan w:val="3"/>
          </w:tcPr>
          <w:p w14:paraId="66257AF8" w14:textId="77777777" w:rsidR="00C27445" w:rsidRDefault="00C27445" w:rsidP="00C27445"/>
        </w:tc>
        <w:tc>
          <w:tcPr>
            <w:tcW w:w="2035" w:type="dxa"/>
            <w:gridSpan w:val="2"/>
          </w:tcPr>
          <w:p w14:paraId="46EB5A21" w14:textId="77777777" w:rsidR="00C27445" w:rsidRDefault="00C27445" w:rsidP="00C27445"/>
        </w:tc>
        <w:tc>
          <w:tcPr>
            <w:tcW w:w="2035" w:type="dxa"/>
            <w:gridSpan w:val="2"/>
          </w:tcPr>
          <w:p w14:paraId="4DED7C41" w14:textId="77777777" w:rsidR="00C27445" w:rsidRDefault="00C27445" w:rsidP="00C27445"/>
        </w:tc>
        <w:tc>
          <w:tcPr>
            <w:tcW w:w="2035" w:type="dxa"/>
          </w:tcPr>
          <w:p w14:paraId="2AC4A268" w14:textId="77777777" w:rsidR="00C27445" w:rsidRDefault="00C27445" w:rsidP="00C27445"/>
        </w:tc>
      </w:tr>
      <w:tr w:rsidR="00C27445" w14:paraId="3DA6ED13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37"/>
        </w:trPr>
        <w:tc>
          <w:tcPr>
            <w:tcW w:w="2033" w:type="dxa"/>
          </w:tcPr>
          <w:p w14:paraId="4697BC7C" w14:textId="77777777" w:rsidR="00C27445" w:rsidRDefault="00C27445" w:rsidP="00C27445"/>
        </w:tc>
        <w:tc>
          <w:tcPr>
            <w:tcW w:w="2033" w:type="dxa"/>
            <w:gridSpan w:val="3"/>
          </w:tcPr>
          <w:p w14:paraId="4626AA07" w14:textId="77777777" w:rsidR="00C27445" w:rsidRDefault="00C27445" w:rsidP="00C27445"/>
        </w:tc>
        <w:tc>
          <w:tcPr>
            <w:tcW w:w="2035" w:type="dxa"/>
            <w:gridSpan w:val="2"/>
          </w:tcPr>
          <w:p w14:paraId="5455A53C" w14:textId="77777777" w:rsidR="00C27445" w:rsidRDefault="00C27445" w:rsidP="00C27445"/>
        </w:tc>
        <w:tc>
          <w:tcPr>
            <w:tcW w:w="2035" w:type="dxa"/>
            <w:gridSpan w:val="2"/>
          </w:tcPr>
          <w:p w14:paraId="74B0CEB4" w14:textId="77777777" w:rsidR="00C27445" w:rsidRDefault="00C27445" w:rsidP="00C27445"/>
        </w:tc>
        <w:tc>
          <w:tcPr>
            <w:tcW w:w="2035" w:type="dxa"/>
          </w:tcPr>
          <w:p w14:paraId="3DF6BC69" w14:textId="77777777" w:rsidR="00C27445" w:rsidRDefault="00C27445" w:rsidP="00C27445"/>
        </w:tc>
      </w:tr>
      <w:tr w:rsidR="00C27445" w14:paraId="28A6F0B7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37"/>
        </w:trPr>
        <w:tc>
          <w:tcPr>
            <w:tcW w:w="2033" w:type="dxa"/>
          </w:tcPr>
          <w:p w14:paraId="47E1BF14" w14:textId="77777777" w:rsidR="00C27445" w:rsidRDefault="00C27445" w:rsidP="00C27445"/>
        </w:tc>
        <w:tc>
          <w:tcPr>
            <w:tcW w:w="2033" w:type="dxa"/>
            <w:gridSpan w:val="3"/>
          </w:tcPr>
          <w:p w14:paraId="3A6C3F8D" w14:textId="77777777" w:rsidR="00C27445" w:rsidRDefault="00C27445" w:rsidP="00C27445"/>
        </w:tc>
        <w:tc>
          <w:tcPr>
            <w:tcW w:w="2035" w:type="dxa"/>
            <w:gridSpan w:val="2"/>
          </w:tcPr>
          <w:p w14:paraId="65CEE388" w14:textId="77777777" w:rsidR="00C27445" w:rsidRDefault="00C27445" w:rsidP="00C27445"/>
        </w:tc>
        <w:tc>
          <w:tcPr>
            <w:tcW w:w="2035" w:type="dxa"/>
            <w:gridSpan w:val="2"/>
          </w:tcPr>
          <w:p w14:paraId="4CFBB40B" w14:textId="77777777" w:rsidR="00C27445" w:rsidRDefault="00C27445" w:rsidP="00C27445"/>
        </w:tc>
        <w:tc>
          <w:tcPr>
            <w:tcW w:w="2035" w:type="dxa"/>
          </w:tcPr>
          <w:p w14:paraId="6F36E974" w14:textId="77777777" w:rsidR="00C27445" w:rsidRDefault="00C27445" w:rsidP="00C27445"/>
        </w:tc>
      </w:tr>
      <w:tr w:rsidR="00C27445" w14:paraId="60BDD419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55"/>
        </w:trPr>
        <w:tc>
          <w:tcPr>
            <w:tcW w:w="2033" w:type="dxa"/>
          </w:tcPr>
          <w:p w14:paraId="276D73C6" w14:textId="77777777" w:rsidR="00C27445" w:rsidRDefault="00C27445" w:rsidP="00C27445"/>
        </w:tc>
        <w:tc>
          <w:tcPr>
            <w:tcW w:w="2033" w:type="dxa"/>
            <w:gridSpan w:val="3"/>
          </w:tcPr>
          <w:p w14:paraId="2CFF3DDC" w14:textId="77777777" w:rsidR="00C27445" w:rsidRDefault="00C27445" w:rsidP="00C27445"/>
        </w:tc>
        <w:tc>
          <w:tcPr>
            <w:tcW w:w="2035" w:type="dxa"/>
            <w:gridSpan w:val="2"/>
          </w:tcPr>
          <w:p w14:paraId="56F4ECF9" w14:textId="77777777" w:rsidR="00C27445" w:rsidRDefault="00C27445" w:rsidP="00C27445"/>
        </w:tc>
        <w:tc>
          <w:tcPr>
            <w:tcW w:w="2035" w:type="dxa"/>
            <w:gridSpan w:val="2"/>
          </w:tcPr>
          <w:p w14:paraId="0D33F450" w14:textId="77777777" w:rsidR="00C27445" w:rsidRDefault="00C27445" w:rsidP="00C27445"/>
        </w:tc>
        <w:tc>
          <w:tcPr>
            <w:tcW w:w="2035" w:type="dxa"/>
          </w:tcPr>
          <w:p w14:paraId="1D304B1A" w14:textId="77777777" w:rsidR="00C27445" w:rsidRDefault="00C27445" w:rsidP="00C27445"/>
        </w:tc>
      </w:tr>
      <w:tr w:rsidR="00C27445" w14:paraId="1CDF36D3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37"/>
        </w:trPr>
        <w:tc>
          <w:tcPr>
            <w:tcW w:w="2033" w:type="dxa"/>
          </w:tcPr>
          <w:p w14:paraId="6D7EB100" w14:textId="77777777" w:rsidR="00C27445" w:rsidRDefault="00C27445" w:rsidP="00C27445"/>
        </w:tc>
        <w:tc>
          <w:tcPr>
            <w:tcW w:w="2033" w:type="dxa"/>
            <w:gridSpan w:val="3"/>
          </w:tcPr>
          <w:p w14:paraId="305938C0" w14:textId="77777777" w:rsidR="00C27445" w:rsidRDefault="00C27445" w:rsidP="00C27445"/>
        </w:tc>
        <w:tc>
          <w:tcPr>
            <w:tcW w:w="2035" w:type="dxa"/>
            <w:gridSpan w:val="2"/>
          </w:tcPr>
          <w:p w14:paraId="69E2D904" w14:textId="77777777" w:rsidR="00C27445" w:rsidRDefault="00C27445" w:rsidP="00C27445"/>
        </w:tc>
        <w:tc>
          <w:tcPr>
            <w:tcW w:w="2035" w:type="dxa"/>
            <w:gridSpan w:val="2"/>
          </w:tcPr>
          <w:p w14:paraId="3EAC624B" w14:textId="77777777" w:rsidR="00C27445" w:rsidRDefault="00C27445" w:rsidP="00C27445"/>
        </w:tc>
        <w:tc>
          <w:tcPr>
            <w:tcW w:w="2035" w:type="dxa"/>
          </w:tcPr>
          <w:p w14:paraId="7643AA0A" w14:textId="77777777" w:rsidR="00C27445" w:rsidRDefault="00C27445" w:rsidP="00C27445"/>
        </w:tc>
      </w:tr>
      <w:tr w:rsidR="00C27445" w14:paraId="7261FF83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337"/>
        </w:trPr>
        <w:tc>
          <w:tcPr>
            <w:tcW w:w="2033" w:type="dxa"/>
          </w:tcPr>
          <w:p w14:paraId="3A46F36D" w14:textId="77777777" w:rsidR="00C27445" w:rsidRDefault="00C27445" w:rsidP="00C27445"/>
        </w:tc>
        <w:tc>
          <w:tcPr>
            <w:tcW w:w="2033" w:type="dxa"/>
            <w:gridSpan w:val="3"/>
          </w:tcPr>
          <w:p w14:paraId="4EF56DF8" w14:textId="77777777" w:rsidR="00C27445" w:rsidRDefault="00C27445" w:rsidP="00C27445"/>
        </w:tc>
        <w:tc>
          <w:tcPr>
            <w:tcW w:w="2035" w:type="dxa"/>
            <w:gridSpan w:val="2"/>
          </w:tcPr>
          <w:p w14:paraId="3888A6F9" w14:textId="77777777" w:rsidR="00C27445" w:rsidRDefault="00C27445" w:rsidP="00C27445"/>
        </w:tc>
        <w:tc>
          <w:tcPr>
            <w:tcW w:w="2035" w:type="dxa"/>
            <w:gridSpan w:val="2"/>
          </w:tcPr>
          <w:p w14:paraId="6D7A7D2A" w14:textId="77777777" w:rsidR="00C27445" w:rsidRDefault="00C27445" w:rsidP="00C27445"/>
        </w:tc>
        <w:tc>
          <w:tcPr>
            <w:tcW w:w="2035" w:type="dxa"/>
          </w:tcPr>
          <w:p w14:paraId="0F20A4E1" w14:textId="77777777" w:rsidR="00C27445" w:rsidRDefault="00C27445" w:rsidP="00C27445"/>
        </w:tc>
      </w:tr>
      <w:tr w:rsidR="00C27445" w14:paraId="5BE953F9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517"/>
        </w:trPr>
        <w:tc>
          <w:tcPr>
            <w:tcW w:w="2033" w:type="dxa"/>
          </w:tcPr>
          <w:p w14:paraId="34943223" w14:textId="77777777" w:rsidR="00C27445" w:rsidRDefault="00C27445" w:rsidP="00C27445"/>
        </w:tc>
        <w:tc>
          <w:tcPr>
            <w:tcW w:w="2033" w:type="dxa"/>
            <w:gridSpan w:val="3"/>
          </w:tcPr>
          <w:p w14:paraId="345431C5" w14:textId="77777777" w:rsidR="00C27445" w:rsidRDefault="00C27445" w:rsidP="00C27445"/>
        </w:tc>
        <w:tc>
          <w:tcPr>
            <w:tcW w:w="2035" w:type="dxa"/>
            <w:gridSpan w:val="2"/>
          </w:tcPr>
          <w:p w14:paraId="1D06303B" w14:textId="77777777" w:rsidR="00C27445" w:rsidRDefault="00C27445" w:rsidP="00C27445"/>
        </w:tc>
        <w:tc>
          <w:tcPr>
            <w:tcW w:w="2035" w:type="dxa"/>
            <w:gridSpan w:val="2"/>
          </w:tcPr>
          <w:p w14:paraId="1174FCDC" w14:textId="77777777" w:rsidR="00C27445" w:rsidRDefault="00C27445" w:rsidP="00C27445"/>
        </w:tc>
        <w:tc>
          <w:tcPr>
            <w:tcW w:w="2035" w:type="dxa"/>
          </w:tcPr>
          <w:p w14:paraId="50154AF4" w14:textId="77777777" w:rsidR="00C27445" w:rsidRDefault="00C27445" w:rsidP="00C27445"/>
        </w:tc>
      </w:tr>
      <w:tr w:rsidR="00C27445" w14:paraId="07C45FA7" w14:textId="77777777" w:rsidTr="00003C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96" w:type="dxa"/>
          <w:trHeight w:val="1607"/>
        </w:trPr>
        <w:tc>
          <w:tcPr>
            <w:tcW w:w="2033" w:type="dxa"/>
          </w:tcPr>
          <w:p w14:paraId="21474F6D" w14:textId="77777777" w:rsidR="00C27445" w:rsidRDefault="00C27445" w:rsidP="00C27445"/>
        </w:tc>
        <w:tc>
          <w:tcPr>
            <w:tcW w:w="2033" w:type="dxa"/>
            <w:gridSpan w:val="3"/>
          </w:tcPr>
          <w:p w14:paraId="47BEC584" w14:textId="77777777" w:rsidR="00C27445" w:rsidRDefault="00C27445" w:rsidP="00C27445"/>
        </w:tc>
        <w:tc>
          <w:tcPr>
            <w:tcW w:w="2035" w:type="dxa"/>
            <w:gridSpan w:val="2"/>
          </w:tcPr>
          <w:p w14:paraId="7CAC2647" w14:textId="77777777" w:rsidR="00C27445" w:rsidRDefault="00C27445" w:rsidP="00C27445"/>
        </w:tc>
        <w:tc>
          <w:tcPr>
            <w:tcW w:w="2035" w:type="dxa"/>
            <w:gridSpan w:val="2"/>
          </w:tcPr>
          <w:p w14:paraId="73455D03" w14:textId="77777777" w:rsidR="00C27445" w:rsidRDefault="00C27445" w:rsidP="00C27445"/>
        </w:tc>
        <w:tc>
          <w:tcPr>
            <w:tcW w:w="2035" w:type="dxa"/>
          </w:tcPr>
          <w:p w14:paraId="470E3998" w14:textId="77777777" w:rsidR="00C27445" w:rsidRDefault="00C27445" w:rsidP="00C27445"/>
        </w:tc>
      </w:tr>
    </w:tbl>
    <w:p w14:paraId="14D22AC2" w14:textId="77777777" w:rsidR="00C27445" w:rsidRPr="00C27445" w:rsidRDefault="00C27445" w:rsidP="00C27445"/>
    <w:sectPr w:rsidR="00C27445" w:rsidRPr="00C27445" w:rsidSect="004839FF">
      <w:pgSz w:w="12240" w:h="15840"/>
      <w:pgMar w:top="1335" w:right="1021" w:bottom="1021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4AB5" w14:textId="77777777" w:rsidR="00F6525B" w:rsidRDefault="00F6525B" w:rsidP="00DC5D31">
      <w:r>
        <w:separator/>
      </w:r>
    </w:p>
  </w:endnote>
  <w:endnote w:type="continuationSeparator" w:id="0">
    <w:p w14:paraId="592D0076" w14:textId="77777777" w:rsidR="00F6525B" w:rsidRDefault="00F6525B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D64EE" w14:textId="77777777" w:rsidR="00F6525B" w:rsidRDefault="00F6525B" w:rsidP="00DC5D31">
      <w:r>
        <w:separator/>
      </w:r>
    </w:p>
  </w:footnote>
  <w:footnote w:type="continuationSeparator" w:id="0">
    <w:p w14:paraId="65974275" w14:textId="77777777" w:rsidR="00F6525B" w:rsidRDefault="00F6525B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8035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C4AA3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392EB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2B6C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B0D697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E2C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BC49A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1D00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4248E4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0142D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pStyle w:val="CheckLis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715443">
    <w:abstractNumId w:val="11"/>
  </w:num>
  <w:num w:numId="2" w16cid:durableId="1997951596">
    <w:abstractNumId w:val="0"/>
  </w:num>
  <w:num w:numId="3" w16cid:durableId="427702882">
    <w:abstractNumId w:val="14"/>
  </w:num>
  <w:num w:numId="4" w16cid:durableId="520317307">
    <w:abstractNumId w:val="12"/>
  </w:num>
  <w:num w:numId="5" w16cid:durableId="513767377">
    <w:abstractNumId w:val="15"/>
  </w:num>
  <w:num w:numId="6" w16cid:durableId="1660844112">
    <w:abstractNumId w:val="16"/>
  </w:num>
  <w:num w:numId="7" w16cid:durableId="901448872">
    <w:abstractNumId w:val="1"/>
  </w:num>
  <w:num w:numId="8" w16cid:durableId="1103919086">
    <w:abstractNumId w:val="2"/>
  </w:num>
  <w:num w:numId="9" w16cid:durableId="1507596677">
    <w:abstractNumId w:val="3"/>
  </w:num>
  <w:num w:numId="10" w16cid:durableId="716390099">
    <w:abstractNumId w:val="4"/>
  </w:num>
  <w:num w:numId="11" w16cid:durableId="1097098750">
    <w:abstractNumId w:val="9"/>
  </w:num>
  <w:num w:numId="12" w16cid:durableId="1933465904">
    <w:abstractNumId w:val="5"/>
  </w:num>
  <w:num w:numId="13" w16cid:durableId="1171531707">
    <w:abstractNumId w:val="6"/>
  </w:num>
  <w:num w:numId="14" w16cid:durableId="1765226888">
    <w:abstractNumId w:val="7"/>
  </w:num>
  <w:num w:numId="15" w16cid:durableId="343672440">
    <w:abstractNumId w:val="8"/>
  </w:num>
  <w:num w:numId="16" w16cid:durableId="484471995">
    <w:abstractNumId w:val="10"/>
  </w:num>
  <w:num w:numId="17" w16cid:durableId="778727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attachedTemplate r:id="rId1"/>
  <w:stylePaneFormatFilter w:val="5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0" w:visibleStyles="1" w:alternateStyleNames="0"/>
  <w:defaultTabStop w:val="720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43C"/>
    <w:rsid w:val="00003C7A"/>
    <w:rsid w:val="00032177"/>
    <w:rsid w:val="000B3E71"/>
    <w:rsid w:val="000F23C5"/>
    <w:rsid w:val="000F44BA"/>
    <w:rsid w:val="00115B37"/>
    <w:rsid w:val="001E1A76"/>
    <w:rsid w:val="00201AED"/>
    <w:rsid w:val="00245AA2"/>
    <w:rsid w:val="002A33E3"/>
    <w:rsid w:val="002D03A2"/>
    <w:rsid w:val="00333781"/>
    <w:rsid w:val="00354439"/>
    <w:rsid w:val="003836D8"/>
    <w:rsid w:val="003B7552"/>
    <w:rsid w:val="003C602C"/>
    <w:rsid w:val="003C6F53"/>
    <w:rsid w:val="00415899"/>
    <w:rsid w:val="00425288"/>
    <w:rsid w:val="004839FF"/>
    <w:rsid w:val="004B123B"/>
    <w:rsid w:val="004E3264"/>
    <w:rsid w:val="00516A49"/>
    <w:rsid w:val="00527480"/>
    <w:rsid w:val="00551E08"/>
    <w:rsid w:val="005618A8"/>
    <w:rsid w:val="005640E4"/>
    <w:rsid w:val="005755E1"/>
    <w:rsid w:val="00647339"/>
    <w:rsid w:val="006B4992"/>
    <w:rsid w:val="006E0A3F"/>
    <w:rsid w:val="006E3C43"/>
    <w:rsid w:val="006F220A"/>
    <w:rsid w:val="00713D96"/>
    <w:rsid w:val="00716614"/>
    <w:rsid w:val="00721E9B"/>
    <w:rsid w:val="00761D56"/>
    <w:rsid w:val="00774456"/>
    <w:rsid w:val="0079681F"/>
    <w:rsid w:val="00810436"/>
    <w:rsid w:val="008121DA"/>
    <w:rsid w:val="008351AF"/>
    <w:rsid w:val="008424EB"/>
    <w:rsid w:val="00844343"/>
    <w:rsid w:val="0089743C"/>
    <w:rsid w:val="008C0AE1"/>
    <w:rsid w:val="00925CF7"/>
    <w:rsid w:val="009A12CB"/>
    <w:rsid w:val="009A2FC2"/>
    <w:rsid w:val="009B61C4"/>
    <w:rsid w:val="009D044D"/>
    <w:rsid w:val="00A025D4"/>
    <w:rsid w:val="00A05B52"/>
    <w:rsid w:val="00A55C79"/>
    <w:rsid w:val="00A64A0F"/>
    <w:rsid w:val="00AA4C70"/>
    <w:rsid w:val="00AC7125"/>
    <w:rsid w:val="00AD4C84"/>
    <w:rsid w:val="00AD5B55"/>
    <w:rsid w:val="00AE7331"/>
    <w:rsid w:val="00AF3B2F"/>
    <w:rsid w:val="00B14394"/>
    <w:rsid w:val="00B26E49"/>
    <w:rsid w:val="00BA681C"/>
    <w:rsid w:val="00BB33CE"/>
    <w:rsid w:val="00BC557A"/>
    <w:rsid w:val="00BE3019"/>
    <w:rsid w:val="00BE6B62"/>
    <w:rsid w:val="00C27445"/>
    <w:rsid w:val="00C6523B"/>
    <w:rsid w:val="00C85B00"/>
    <w:rsid w:val="00CA7602"/>
    <w:rsid w:val="00CB6656"/>
    <w:rsid w:val="00CD2808"/>
    <w:rsid w:val="00D77AC8"/>
    <w:rsid w:val="00DC5D31"/>
    <w:rsid w:val="00E368C0"/>
    <w:rsid w:val="00E436E9"/>
    <w:rsid w:val="00E5035D"/>
    <w:rsid w:val="00E615E1"/>
    <w:rsid w:val="00EA784E"/>
    <w:rsid w:val="00EB50F0"/>
    <w:rsid w:val="00ED5FDF"/>
    <w:rsid w:val="00F50B25"/>
    <w:rsid w:val="00F6525B"/>
    <w:rsid w:val="00F74868"/>
    <w:rsid w:val="00FA44EA"/>
    <w:rsid w:val="00FE2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476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uiPriority="98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8C0AE1"/>
  </w:style>
  <w:style w:type="paragraph" w:styleId="Heading1">
    <w:name w:val="heading 1"/>
    <w:basedOn w:val="Normal"/>
    <w:link w:val="Heading1Char"/>
    <w:uiPriority w:val="9"/>
    <w:rsid w:val="001E1A76"/>
    <w:pPr>
      <w:jc w:val="center"/>
      <w:outlineLvl w:val="0"/>
    </w:pPr>
    <w:rPr>
      <w:b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semiHidden/>
    <w:rsid w:val="0079681F"/>
    <w:pPr>
      <w:ind w:left="720"/>
      <w:contextualSpacing/>
    </w:pPr>
  </w:style>
  <w:style w:type="table" w:styleId="TableGrid">
    <w:name w:val="Table Grid"/>
    <w:basedOn w:val="TableNormal"/>
    <w:uiPriority w:val="59"/>
    <w:rsid w:val="003C6F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"/>
    <w:rsid w:val="001E1A76"/>
    <w:pPr>
      <w:spacing w:before="240" w:after="240"/>
      <w:ind w:left="173"/>
      <w:contextualSpacing/>
    </w:pPr>
    <w:rPr>
      <w:rFonts w:asciiTheme="majorHAnsi" w:eastAsiaTheme="majorEastAsia" w:hAnsiTheme="majorHAnsi" w:cstheme="majorBidi"/>
      <w:color w:val="21807D" w:themeColor="accent2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C0AE1"/>
    <w:rPr>
      <w:rFonts w:asciiTheme="majorHAnsi" w:eastAsiaTheme="majorEastAsia" w:hAnsiTheme="majorHAnsi" w:cstheme="majorBidi"/>
      <w:color w:val="21807D" w:themeColor="accent2"/>
      <w:kern w:val="28"/>
      <w:sz w:val="44"/>
      <w:szCs w:val="56"/>
    </w:rPr>
  </w:style>
  <w:style w:type="paragraph" w:customStyle="1" w:styleId="CheckList">
    <w:name w:val="CheckList"/>
    <w:basedOn w:val="ListParagraph"/>
    <w:semiHidden/>
    <w:qFormat/>
    <w:rsid w:val="00716614"/>
    <w:pPr>
      <w:numPr>
        <w:numId w:val="1"/>
      </w:numPr>
      <w:spacing w:before="120"/>
    </w:pPr>
    <w:rPr>
      <w:rFonts w:cs="Tahoma"/>
    </w:rPr>
  </w:style>
  <w:style w:type="character" w:styleId="Strong">
    <w:name w:val="Strong"/>
    <w:basedOn w:val="DefaultParagraphFont"/>
    <w:uiPriority w:val="22"/>
    <w:semiHidden/>
    <w:qFormat/>
    <w:rsid w:val="004839FF"/>
    <w:rPr>
      <w:rFonts w:asciiTheme="majorHAnsi" w:hAnsiTheme="majorHAnsi"/>
      <w:b/>
      <w:bCs/>
      <w:color w:val="21807D" w:themeColor="accent2"/>
    </w:rPr>
  </w:style>
  <w:style w:type="character" w:styleId="Emphasis">
    <w:name w:val="Emphasis"/>
    <w:basedOn w:val="DefaultParagraphFont"/>
    <w:uiPriority w:val="20"/>
    <w:semiHidden/>
    <w:qFormat/>
    <w:rsid w:val="00B26E49"/>
    <w:rPr>
      <w:i w:val="0"/>
      <w:iCs/>
      <w:sz w:val="24"/>
    </w:rPr>
  </w:style>
  <w:style w:type="character" w:styleId="IntenseEmphasis">
    <w:name w:val="Intense Emphasis"/>
    <w:basedOn w:val="DefaultParagraphFont"/>
    <w:uiPriority w:val="21"/>
    <w:semiHidden/>
    <w:rsid w:val="00DC5D31"/>
    <w:rPr>
      <w:i/>
      <w:iCs/>
      <w:color w:val="000000" w:themeColor="text1"/>
    </w:rPr>
  </w:style>
  <w:style w:type="paragraph" w:styleId="NoSpacing">
    <w:name w:val="No Spacing"/>
    <w:uiPriority w:val="1"/>
    <w:semiHidden/>
    <w:qFormat/>
    <w:rsid w:val="00DC5D31"/>
    <w:rPr>
      <w:color w:val="000000" w:themeColor="text1"/>
    </w:rPr>
  </w:style>
  <w:style w:type="paragraph" w:styleId="Header">
    <w:name w:val="header"/>
    <w:basedOn w:val="Normal"/>
    <w:link w:val="HeaderChar"/>
    <w:uiPriority w:val="99"/>
    <w:rsid w:val="001E1A76"/>
    <w:pPr>
      <w:tabs>
        <w:tab w:val="center" w:pos="4680"/>
        <w:tab w:val="right" w:pos="9360"/>
      </w:tabs>
    </w:pPr>
    <w:rPr>
      <w:i/>
      <w:color w:val="353535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1E1A76"/>
    <w:rPr>
      <w:i/>
      <w:color w:val="353535" w:themeColor="text2"/>
    </w:rPr>
  </w:style>
  <w:style w:type="paragraph" w:styleId="Footer">
    <w:name w:val="footer"/>
    <w:basedOn w:val="Normal"/>
    <w:link w:val="FooterChar"/>
    <w:uiPriority w:val="99"/>
    <w:rsid w:val="00DC5D3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A76"/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F74868"/>
    <w:pPr>
      <w:numPr>
        <w:ilvl w:val="1"/>
      </w:numPr>
      <w:spacing w:before="240" w:after="240"/>
      <w:ind w:left="170"/>
      <w:jc w:val="center"/>
    </w:pPr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E6B62"/>
    <w:rPr>
      <w:rFonts w:asciiTheme="majorHAnsi" w:eastAsiaTheme="minorEastAsia" w:hAnsiTheme="majorHAnsi"/>
      <w:b/>
      <w:color w:val="FFFFFF" w:themeColor="background1"/>
      <w:spacing w:val="15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E1A76"/>
    <w:rPr>
      <w:b/>
      <w:color w:val="FFFFFF" w:themeColor="background1"/>
    </w:rPr>
  </w:style>
  <w:style w:type="character" w:styleId="PlaceholderText">
    <w:name w:val="Placeholder Text"/>
    <w:basedOn w:val="DefaultParagraphFont"/>
    <w:uiPriority w:val="99"/>
    <w:semiHidden/>
    <w:rsid w:val="001E1A76"/>
    <w:rPr>
      <w:color w:val="808080"/>
    </w:rPr>
  </w:style>
  <w:style w:type="paragraph" w:styleId="ListNumber">
    <w:name w:val="List Number"/>
    <w:basedOn w:val="Normal"/>
    <w:uiPriority w:val="98"/>
    <w:qFormat/>
    <w:rsid w:val="008C0AE1"/>
    <w:pPr>
      <w:numPr>
        <w:numId w:val="1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os\AppData\Local\Microsoft\Office\16.0\DTS\en-US%7b96C278E2-0B15-4B99-A6CF-3042C7B540BE%7d\%7b0EE6836F-5286-41BA-B92A-A6E61443DACB%7dtf78211271_win32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{0EE6836F-5286-41BA-B92A-A6E61443DACB}tf78211271_win32</Template>
  <TotalTime>0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2024-05-13T19:21:00Z</dcterms:created>
  <dcterms:modified xsi:type="dcterms:W3CDTF">2024-05-13T19:21:00Z</dcterms:modified>
</cp:coreProperties>
</file>